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71211D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</w:tr>
      <w:tr w:rsidR="00575A29" w:rsidTr="007664DB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211D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43447A">
            <w:pPr>
              <w:pStyle w:val="CUSTOMHeaderText"/>
            </w:pPr>
          </w:p>
        </w:tc>
      </w:tr>
      <w:tr w:rsidR="00575A29" w:rsidTr="007664DB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211D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Pr="00734451" w:rsidRDefault="00C2519D" w:rsidP="002A3DFD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4AB29C8" wp14:editId="256EAF41">
                      <wp:simplePos x="0" y="0"/>
                      <wp:positionH relativeFrom="column">
                        <wp:posOffset>2605424</wp:posOffset>
                      </wp:positionH>
                      <wp:positionV relativeFrom="paragraph">
                        <wp:posOffset>62334</wp:posOffset>
                      </wp:positionV>
                      <wp:extent cx="860216" cy="832514"/>
                      <wp:effectExtent l="0" t="0" r="16510" b="24765"/>
                      <wp:wrapNone/>
                      <wp:docPr id="150" name="Oval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0216" cy="83251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150" o:spid="_x0000_s1026" style="position:absolute;margin-left:205.15pt;margin-top:4.9pt;width:67.75pt;height:65.55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" fillcolor="white [3212]" strokecolor="white [3212]" strokeweight="1pt">
                      <v:stroke joinstyle="miter"/>
                    </v:oval>
                  </w:pict>
                </mc:Fallback>
              </mc:AlternateContent>
            </w:r>
            <w:r w:rsidR="002A3DFD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22462309" wp14:editId="77BAE29D">
                      <wp:simplePos x="0" y="0"/>
                      <wp:positionH relativeFrom="page">
                        <wp:posOffset>2540</wp:posOffset>
                      </wp:positionH>
                      <wp:positionV relativeFrom="page">
                        <wp:posOffset>215900</wp:posOffset>
                      </wp:positionV>
                      <wp:extent cx="1964690" cy="361950"/>
                      <wp:effectExtent l="0" t="0" r="16510" b="0"/>
                      <wp:wrapNone/>
                      <wp:docPr id="12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21E6" w:rsidRPr="002A76FD" w:rsidRDefault="005321E6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Proximal-mid Aorta of normal calibre. Distal </w:t>
                                  </w:r>
                                  <w:r w:rsidR="00480A6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Aorta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and CIA’s not visualised due to overlying bowel gas. </w:t>
                                  </w:r>
                                </w:p>
                                <w:p w:rsidR="005321E6" w:rsidRPr="00FA7ABC" w:rsidRDefault="005321E6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2pt;margin-top:17pt;width:154.7pt;height:28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" filled="f" stroked="f" strokeweight=".5pt">
                      <v:textbox inset="0,0,0,0">
                        <w:txbxContent>
                          <w:p w:rsidR="005321E6" w:rsidRPr="002A76FD" w:rsidRDefault="005321E6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Proximal-mid Aorta of normal calibre. Distal </w:t>
                            </w:r>
                            <w:r w:rsidR="00480A63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Aorta </w:t>
                            </w:r>
                            <w:bookmarkStart w:id="1" w:name="_GoBack"/>
                            <w:bookmarkEnd w:id="1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and CIA’s not visualised due to overlying bowel gas. </w:t>
                            </w:r>
                          </w:p>
                          <w:p w:rsidR="005321E6" w:rsidRPr="00FA7ABC" w:rsidRDefault="005321E6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A3DFD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579492C6" wp14:editId="79CFABCA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3271520"/>
                      <wp:effectExtent l="0" t="0" r="17780" b="3810"/>
                      <wp:wrapNone/>
                      <wp:docPr id="12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21E6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Pr="002A3D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highlight w:val="yellow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Not visualised</w:t>
                                  </w:r>
                                </w:p>
                                <w:p w:rsidR="005321E6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</w:t>
                                  </w:r>
                                  <w:r w:rsidRPr="00F5562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Dampened, although triphasic, pre-occlusive appearing. 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Default="005321E6" w:rsidP="005321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ind w:left="392" w:hanging="392"/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Triphasic, diffuse mild calcification.</w:t>
                                  </w: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Dampened monophasic proximally and visually narrowed. Dampened retrograde flow at the ankle, most likely occluded in the mid –calf. </w:t>
                                  </w:r>
                                  <w:r w:rsidR="00480A6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Mid=calf vessel not visualised due to open wounds. 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321E6" w:rsidRPr="002A76FD" w:rsidRDefault="005321E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Peroneal =</w:t>
                                  </w:r>
                                  <w:r w:rsidR="00480A6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Triphasic, 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mildly  and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diffusely calcified. </w:t>
                                  </w:r>
                                </w:p>
                                <w:p w:rsidR="005321E6" w:rsidRPr="002A76FD" w:rsidRDefault="005321E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57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9+duAIAAMI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" filled="f" stroked="f" strokeweight=".5pt">
                      <v:textbox style="mso-fit-shape-to-text:t" inset="0,0,0,0">
                        <w:txbxContent>
                          <w:p w:rsidR="005321E6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Pr="002A3D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highlight w:val="yellow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Not visualised</w:t>
                            </w:r>
                          </w:p>
                          <w:p w:rsidR="005321E6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</w:t>
                            </w:r>
                            <w:r w:rsidRPr="00F5562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Dampened, although triphasic, pre-occlusive appearing. 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Default="005321E6" w:rsidP="005321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ind w:left="392" w:hanging="392"/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Triphasic, diffuse mild calcification.</w:t>
                            </w: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Dampened monophasic proximally and visually narrowed. Dampened retrograde flow at the ankle, most likely occluded in the mid –calf. </w:t>
                            </w:r>
                            <w:r w:rsidR="00480A63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Mid=calf vessel not visualised due to open wounds. 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321E6" w:rsidRPr="002A76FD" w:rsidRDefault="005321E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 =</w:t>
                            </w:r>
                            <w:r w:rsidR="00480A63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Triphasic,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mildly  and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diffusely calcified. </w:t>
                            </w:r>
                          </w:p>
                          <w:p w:rsidR="005321E6" w:rsidRPr="002A76FD" w:rsidRDefault="005321E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Default="005321E6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EFE59DF" wp14:editId="6ECA92A8">
                      <wp:simplePos x="0" y="0"/>
                      <wp:positionH relativeFrom="column">
                        <wp:posOffset>3228533</wp:posOffset>
                      </wp:positionH>
                      <wp:positionV relativeFrom="paragraph">
                        <wp:posOffset>116812</wp:posOffset>
                      </wp:positionV>
                      <wp:extent cx="289539" cy="1017767"/>
                      <wp:effectExtent l="0" t="0" r="15875" b="1143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539" cy="1017767"/>
                              </a:xfrm>
                              <a:custGeom>
                                <a:avLst/>
                                <a:gdLst>
                                  <a:gd name="connsiteX0" fmla="*/ 0 w 289539"/>
                                  <a:gd name="connsiteY0" fmla="*/ 0 h 1017767"/>
                                  <a:gd name="connsiteX1" fmla="*/ 214685 w 289539"/>
                                  <a:gd name="connsiteY1" fmla="*/ 198783 h 1017767"/>
                                  <a:gd name="connsiteX2" fmla="*/ 286247 w 289539"/>
                                  <a:gd name="connsiteY2" fmla="*/ 373712 h 1017767"/>
                                  <a:gd name="connsiteX3" fmla="*/ 270345 w 289539"/>
                                  <a:gd name="connsiteY3" fmla="*/ 779228 h 1017767"/>
                                  <a:gd name="connsiteX4" fmla="*/ 206734 w 289539"/>
                                  <a:gd name="connsiteY4" fmla="*/ 1017767 h 10177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89539" h="1017767">
                                    <a:moveTo>
                                      <a:pt x="0" y="0"/>
                                    </a:moveTo>
                                    <a:cubicBezTo>
                                      <a:pt x="83488" y="68249"/>
                                      <a:pt x="166977" y="136498"/>
                                      <a:pt x="214685" y="198783"/>
                                    </a:cubicBezTo>
                                    <a:cubicBezTo>
                                      <a:pt x="262393" y="261068"/>
                                      <a:pt x="276970" y="276971"/>
                                      <a:pt x="286247" y="373712"/>
                                    </a:cubicBezTo>
                                    <a:cubicBezTo>
                                      <a:pt x="295524" y="470453"/>
                                      <a:pt x="283597" y="671886"/>
                                      <a:pt x="270345" y="779228"/>
                                    </a:cubicBezTo>
                                    <a:cubicBezTo>
                                      <a:pt x="257093" y="886570"/>
                                      <a:pt x="231913" y="952168"/>
                                      <a:pt x="206734" y="1017767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5" o:spid="_x0000_s1026" style="position:absolute;margin-left:254.2pt;margin-top:9.2pt;width:22.8pt;height:80.15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539,1017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" path="m,c83488,68249,166977,136498,214685,198783v47708,62285,62285,78188,71562,174929c295524,470453,283597,671886,270345,779228v-13252,107342,-38432,172940,-63611,238539e" filled="f" strokecolor="#7f7f7f [1612]" strokeweight="2pt">
                      <v:stroke joinstyle="miter"/>
                      <v:path arrowok="t" o:connecttype="custom" o:connectlocs="0,0;214685,198783;286247,373712;270345,779228;206734,1017767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C691E48" wp14:editId="17BB9589">
                      <wp:simplePos x="0" y="0"/>
                      <wp:positionH relativeFrom="column">
                        <wp:posOffset>3204679</wp:posOffset>
                      </wp:positionH>
                      <wp:positionV relativeFrom="paragraph">
                        <wp:posOffset>204277</wp:posOffset>
                      </wp:positionV>
                      <wp:extent cx="254984" cy="882595"/>
                      <wp:effectExtent l="0" t="0" r="12065" b="13335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4984" cy="882595"/>
                              </a:xfrm>
                              <a:custGeom>
                                <a:avLst/>
                                <a:gdLst>
                                  <a:gd name="connsiteX0" fmla="*/ 0 w 254984"/>
                                  <a:gd name="connsiteY0" fmla="*/ 0 h 882595"/>
                                  <a:gd name="connsiteX1" fmla="*/ 159026 w 254984"/>
                                  <a:gd name="connsiteY1" fmla="*/ 95415 h 882595"/>
                                  <a:gd name="connsiteX2" fmla="*/ 254442 w 254984"/>
                                  <a:gd name="connsiteY2" fmla="*/ 365760 h 882595"/>
                                  <a:gd name="connsiteX3" fmla="*/ 190832 w 254984"/>
                                  <a:gd name="connsiteY3" fmla="*/ 882595 h 8825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54984" h="882595">
                                    <a:moveTo>
                                      <a:pt x="0" y="0"/>
                                    </a:moveTo>
                                    <a:cubicBezTo>
                                      <a:pt x="58309" y="17227"/>
                                      <a:pt x="116619" y="34455"/>
                                      <a:pt x="159026" y="95415"/>
                                    </a:cubicBezTo>
                                    <a:cubicBezTo>
                                      <a:pt x="201433" y="156375"/>
                                      <a:pt x="249141" y="234563"/>
                                      <a:pt x="254442" y="365760"/>
                                    </a:cubicBezTo>
                                    <a:cubicBezTo>
                                      <a:pt x="259743" y="496957"/>
                                      <a:pt x="225287" y="689776"/>
                                      <a:pt x="190832" y="882595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4" o:spid="_x0000_s1026" style="position:absolute;margin-left:252.35pt;margin-top:16.1pt;width:20.1pt;height:69.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984,882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" path="m,c58309,17227,116619,34455,159026,95415v42407,60960,90115,139148,95416,270345c259743,496957,225287,689776,190832,882595e" filled="f" strokecolor="#7f7f7f [1612]" strokeweight="2pt">
                      <v:stroke joinstyle="miter"/>
                      <v:path arrowok="t" o:connecttype="custom" o:connectlocs="0,0;159026,95415;254442,365760;190832,882595" o:connectangles="0,0,0,0"/>
                    </v:shape>
                  </w:pict>
                </mc:Fallback>
              </mc:AlternateContent>
            </w:r>
          </w:p>
          <w:p w:rsidR="00813362" w:rsidRPr="00734451" w:rsidRDefault="005321E6" w:rsidP="00734451">
            <w:pPr>
              <w:tabs>
                <w:tab w:val="left" w:pos="6345"/>
              </w:tabs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2647978" wp14:editId="3394BC1F">
                      <wp:simplePos x="0" y="0"/>
                      <wp:positionH relativeFrom="column">
                        <wp:posOffset>3315225</wp:posOffset>
                      </wp:positionH>
                      <wp:positionV relativeFrom="paragraph">
                        <wp:posOffset>932705</wp:posOffset>
                      </wp:positionV>
                      <wp:extent cx="104322" cy="259283"/>
                      <wp:effectExtent l="0" t="0" r="10160" b="26670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322" cy="259283"/>
                              </a:xfrm>
                              <a:custGeom>
                                <a:avLst/>
                                <a:gdLst>
                                  <a:gd name="connsiteX0" fmla="*/ 56101 w 104322"/>
                                  <a:gd name="connsiteY0" fmla="*/ 35311 h 259283"/>
                                  <a:gd name="connsiteX1" fmla="*/ 442 w 104322"/>
                                  <a:gd name="connsiteY1" fmla="*/ 257948 h 259283"/>
                                  <a:gd name="connsiteX2" fmla="*/ 87907 w 104322"/>
                                  <a:gd name="connsiteY2" fmla="*/ 122776 h 259283"/>
                                  <a:gd name="connsiteX3" fmla="*/ 103809 w 104322"/>
                                  <a:gd name="connsiteY3" fmla="*/ 11457 h 259283"/>
                                  <a:gd name="connsiteX4" fmla="*/ 56101 w 104322"/>
                                  <a:gd name="connsiteY4" fmla="*/ 35311 h 259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04322" h="259283">
                                    <a:moveTo>
                                      <a:pt x="56101" y="35311"/>
                                    </a:moveTo>
                                    <a:cubicBezTo>
                                      <a:pt x="38873" y="76393"/>
                                      <a:pt x="-4859" y="243371"/>
                                      <a:pt x="442" y="257948"/>
                                    </a:cubicBezTo>
                                    <a:cubicBezTo>
                                      <a:pt x="5743" y="272526"/>
                                      <a:pt x="70679" y="163858"/>
                                      <a:pt x="87907" y="122776"/>
                                    </a:cubicBezTo>
                                    <a:cubicBezTo>
                                      <a:pt x="105135" y="81694"/>
                                      <a:pt x="105134" y="30010"/>
                                      <a:pt x="103809" y="11457"/>
                                    </a:cubicBezTo>
                                    <a:cubicBezTo>
                                      <a:pt x="102484" y="-7096"/>
                                      <a:pt x="73329" y="-5771"/>
                                      <a:pt x="56101" y="3531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7" o:spid="_x0000_s1026" style="position:absolute;margin-left:261.05pt;margin-top:73.45pt;width:8.2pt;height:20.4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4322,259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" path="m56101,35311c38873,76393,-4859,243371,442,257948,5743,272526,70679,163858,87907,122776,105135,81694,105134,30010,103809,11457,102484,-7096,73329,-5771,56101,35311xe" fillcolor="#0d0d0d [3069]" strokecolor="#0d0d0d [3069]" strokeweight="1pt">
                      <v:stroke joinstyle="miter"/>
                      <v:path arrowok="t" o:connecttype="custom" o:connectlocs="56101,35311;442,257948;87907,122776;103809,11457;56101,35311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6C01CEB2" wp14:editId="1C636FE9">
                      <wp:simplePos x="0" y="0"/>
                      <wp:positionH relativeFrom="column">
                        <wp:posOffset>3268014</wp:posOffset>
                      </wp:positionH>
                      <wp:positionV relativeFrom="paragraph">
                        <wp:posOffset>1357271</wp:posOffset>
                      </wp:positionV>
                      <wp:extent cx="47708" cy="397565"/>
                      <wp:effectExtent l="76200" t="0" r="66675" b="59690"/>
                      <wp:wrapNone/>
                      <wp:docPr id="156" name="Straight Arrow Connector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708" cy="39756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00B0F0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56" o:spid="_x0000_s1026" type="#_x0000_t32" style="position:absolute;margin-left:257.3pt;margin-top:106.85pt;width:3.75pt;height:31.3pt;flip:x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" strokecolor="#00b0f0" strokeweight=".5pt">
                      <v:stroke endarrow="open" joinstyle="miter"/>
                    </v:shape>
                  </w:pict>
                </mc:Fallback>
              </mc:AlternateContent>
            </w:r>
            <w:r w:rsidR="00734451">
              <w:tab/>
            </w:r>
          </w:p>
        </w:tc>
      </w:tr>
      <w:tr w:rsidR="009E0202" w:rsidRPr="00316518" w:rsidTr="00480A63">
        <w:trPr>
          <w:trHeight w:hRule="exact" w:val="548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43447A" w:rsidRPr="005321E6" w:rsidRDefault="00C93B52" w:rsidP="0043447A">
            <w:pPr>
              <w:jc w:val="both"/>
              <w:rPr>
                <w:b/>
                <w:u w:val="single"/>
              </w:rPr>
            </w:pPr>
            <w:r w:rsidRPr="005321E6">
              <w:rPr>
                <w:b/>
                <w:u w:val="single"/>
              </w:rPr>
              <w:lastRenderedPageBreak/>
              <w:t>Report:</w:t>
            </w:r>
            <w:r w:rsidR="0043447A" w:rsidRPr="005321E6">
              <w:rPr>
                <w:b/>
                <w:u w:val="single"/>
              </w:rPr>
              <w:t xml:space="preserve"> </w:t>
            </w:r>
          </w:p>
          <w:p w:rsidR="005321E6" w:rsidRPr="005321E6" w:rsidRDefault="005321E6" w:rsidP="005321E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Abdomen</w:t>
            </w:r>
          </w:p>
          <w:p w:rsidR="005321E6" w:rsidRDefault="005321E6" w:rsidP="005321E6">
            <w:r>
              <w:t xml:space="preserve">The abdominal aorta is patent </w:t>
            </w:r>
            <w:proofErr w:type="spellStart"/>
            <w:r>
              <w:t>prox</w:t>
            </w:r>
            <w:proofErr w:type="spellEnd"/>
            <w:r>
              <w:t xml:space="preserve">-mid, the distal Aorta and common iliac arteries were not visualised due to overlying bowel gas. Triphasic waveforms noted in the left EIA, no </w:t>
            </w:r>
            <w:r w:rsidR="00480A63">
              <w:t>significant</w:t>
            </w:r>
            <w:r>
              <w:t xml:space="preserve"> stenosis.</w:t>
            </w:r>
          </w:p>
          <w:p w:rsidR="005321E6" w:rsidRPr="005321E6" w:rsidRDefault="005321E6" w:rsidP="005321E6">
            <w:r>
              <w:rPr>
                <w:b/>
                <w:u w:val="single"/>
              </w:rPr>
              <w:fldChar w:fldCharType="begin"/>
            </w:r>
            <w:r>
              <w:rPr>
                <w:b/>
                <w:u w:val="single"/>
              </w:rPr>
              <w:instrText xml:space="preserve"> AUTOTEXT  exams.names  \* MERGEFORMAT </w:instrText>
            </w:r>
            <w:r>
              <w:rPr>
                <w:b/>
                <w:u w:val="single"/>
              </w:rPr>
              <w:fldChar w:fldCharType="separate"/>
            </w:r>
            <w:r>
              <w:rPr>
                <w:b/>
                <w:u w:val="single"/>
              </w:rPr>
              <w:t>US Doppler lower limb arteries Lt</w:t>
            </w:r>
            <w:r>
              <w:rPr>
                <w:b/>
                <w:u w:val="single"/>
              </w:rPr>
              <w:fldChar w:fldCharType="end"/>
            </w:r>
            <w:r>
              <w:rPr>
                <w:b/>
                <w:u w:val="single"/>
              </w:rPr>
              <w:t>:</w:t>
            </w:r>
          </w:p>
          <w:p w:rsidR="005321E6" w:rsidRDefault="005321E6" w:rsidP="005321E6">
            <w:pPr>
              <w:jc w:val="both"/>
            </w:pPr>
            <w:bookmarkStart w:id="1" w:name="BODY"/>
            <w:bookmarkEnd w:id="1"/>
            <w:r>
              <w:t>The Common Femoral, Profunda Femoral, Superficial Femoral and Popliteal arteries were patent with triphasic waveforms detected, no significant stenosis noted.</w:t>
            </w:r>
          </w:p>
          <w:p w:rsidR="005321E6" w:rsidRDefault="005321E6" w:rsidP="005321E6">
            <w:pPr>
              <w:jc w:val="both"/>
            </w:pPr>
            <w:r>
              <w:t xml:space="preserve">The TPT is patent with dampened triphasic waveforms </w:t>
            </w:r>
          </w:p>
          <w:p w:rsidR="005321E6" w:rsidRDefault="005321E6" w:rsidP="005321E6">
            <w:pPr>
              <w:jc w:val="both"/>
            </w:pPr>
            <w:r>
              <w:t xml:space="preserve">The Posterior Tibial is visually narrowed proximally with dampened monophasic waveforms. The mid-calf vessel could not be imaged due to open wounds however; a retrograde waveform is noted at the ankle. Findings are suggestive of an occlusion. </w:t>
            </w:r>
          </w:p>
          <w:p w:rsidR="005321E6" w:rsidRPr="00480A63" w:rsidRDefault="005321E6" w:rsidP="005321E6">
            <w:pPr>
              <w:jc w:val="both"/>
              <w:rPr>
                <w:b/>
                <w:u w:val="single"/>
              </w:rPr>
            </w:pPr>
            <w:r>
              <w:t>The Anterior Tibial and Peroneal arteries were patent with triphasic waveforms detected</w:t>
            </w:r>
            <w:r w:rsidR="00480A63">
              <w:t xml:space="preserve"> distally, no significant stenosis noted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E6" w:rsidRDefault="005321E6" w:rsidP="005748E3">
      <w:pPr>
        <w:spacing w:after="0" w:line="240" w:lineRule="auto"/>
      </w:pPr>
      <w:r>
        <w:separator/>
      </w:r>
    </w:p>
  </w:endnote>
  <w:endnote w:type="continuationSeparator" w:id="0">
    <w:p w:rsidR="005321E6" w:rsidRDefault="005321E6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E6" w:rsidRDefault="005321E6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221D78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3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4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5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21E6" w:rsidRPr="00734451" w:rsidRDefault="005321E6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8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21E6" w:rsidRPr="00734451" w:rsidRDefault="005321E6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0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21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31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21E6" w:rsidRPr="00734451" w:rsidRDefault="005321E6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38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39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21E6" w:rsidRPr="00734451" w:rsidRDefault="005321E6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5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8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21E6" w:rsidRPr="00734451" w:rsidRDefault="005321E6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1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8147B4" w:rsidRPr="00734451" w:rsidRDefault="008147B4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colour fill indicates </w:t>
                          </w:r>
                          <w:r w:rsidR="00A254D2" w:rsidRPr="00734451">
                            <w:rPr>
                              <w:sz w:val="12"/>
                              <w:szCs w:val="12"/>
                            </w:rPr>
                            <w:t xml:space="preserve">stenosis or </w:t>
                          </w:r>
                          <w:r w:rsidRPr="00734451">
                            <w:rPr>
                              <w:sz w:val="12"/>
                              <w:szCs w:val="12"/>
                            </w:rPr>
                            <w:t>occlusion</w:t>
                          </w:r>
                        </w:p>
                      </w:txbxContent>
                    </v:textbox>
                  </v:shape>
                </v:group>
                <v:group id="Group 112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A254D2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86335B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86335B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 xml:space="preserve">Grey box indicates acoustic shadowing from </w:t>
                            </w:r>
                            <w:r w:rsidR="00734451" w:rsidRPr="00734451">
                              <w:rPr>
                                <w:sz w:val="12"/>
                                <w:szCs w:val="12"/>
                              </w:rPr>
                              <w:t>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8147B4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F221D79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E6" w:rsidRDefault="005321E6" w:rsidP="005748E3">
      <w:pPr>
        <w:spacing w:after="0" w:line="240" w:lineRule="auto"/>
      </w:pPr>
      <w:r>
        <w:separator/>
      </w:r>
    </w:p>
  </w:footnote>
  <w:footnote w:type="continuationSeparator" w:id="0">
    <w:p w:rsidR="005321E6" w:rsidRDefault="005321E6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E6" w:rsidRDefault="005321E6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F221D72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F221D73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F221D74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21E6" w:rsidRDefault="005321E6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21E6" w:rsidRDefault="005321E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0" allowOverlap="1" wp14:anchorId="4CF99592">
          <wp:simplePos x="0" y="0"/>
          <wp:positionH relativeFrom="page">
            <wp:posOffset>2974975</wp:posOffset>
          </wp:positionH>
          <wp:positionV relativeFrom="page">
            <wp:posOffset>3359150</wp:posOffset>
          </wp:positionV>
          <wp:extent cx="1620520" cy="5598160"/>
          <wp:effectExtent l="0" t="0" r="0" b="2540"/>
          <wp:wrapNone/>
          <wp:docPr id="141" name="Picture 141" descr="Lef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1" descr="Lef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880" t="5458"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559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F221D76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F221D77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21E6" w:rsidRDefault="005321E6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2289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FD"/>
    <w:rsid w:val="00000CAF"/>
    <w:rsid w:val="00002C57"/>
    <w:rsid w:val="00005E9B"/>
    <w:rsid w:val="0002322E"/>
    <w:rsid w:val="000304A4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1724"/>
    <w:rsid w:val="00186F8F"/>
    <w:rsid w:val="00191142"/>
    <w:rsid w:val="001A0461"/>
    <w:rsid w:val="001A2E3B"/>
    <w:rsid w:val="001A7AF4"/>
    <w:rsid w:val="001C0F37"/>
    <w:rsid w:val="001C2A3A"/>
    <w:rsid w:val="001C3912"/>
    <w:rsid w:val="001F44A2"/>
    <w:rsid w:val="00210977"/>
    <w:rsid w:val="00217914"/>
    <w:rsid w:val="00226007"/>
    <w:rsid w:val="0023354F"/>
    <w:rsid w:val="00234517"/>
    <w:rsid w:val="002739C8"/>
    <w:rsid w:val="002867C0"/>
    <w:rsid w:val="002932DD"/>
    <w:rsid w:val="00293ED4"/>
    <w:rsid w:val="002A016B"/>
    <w:rsid w:val="002A3DFD"/>
    <w:rsid w:val="002A76FD"/>
    <w:rsid w:val="002B3F67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447A"/>
    <w:rsid w:val="004353A0"/>
    <w:rsid w:val="004428BF"/>
    <w:rsid w:val="004520A0"/>
    <w:rsid w:val="0046220F"/>
    <w:rsid w:val="00477D62"/>
    <w:rsid w:val="00480A63"/>
    <w:rsid w:val="004A3BCC"/>
    <w:rsid w:val="004C122B"/>
    <w:rsid w:val="004C3925"/>
    <w:rsid w:val="004E0025"/>
    <w:rsid w:val="004E1746"/>
    <w:rsid w:val="004E3E95"/>
    <w:rsid w:val="004F4E3F"/>
    <w:rsid w:val="005042CB"/>
    <w:rsid w:val="005060EC"/>
    <w:rsid w:val="00525F48"/>
    <w:rsid w:val="005321E6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57E8"/>
    <w:rsid w:val="00656DF2"/>
    <w:rsid w:val="0067732A"/>
    <w:rsid w:val="0069549A"/>
    <w:rsid w:val="006C7D9D"/>
    <w:rsid w:val="006D3CE8"/>
    <w:rsid w:val="00701D82"/>
    <w:rsid w:val="007102C1"/>
    <w:rsid w:val="007112FB"/>
    <w:rsid w:val="0071211D"/>
    <w:rsid w:val="00721A7D"/>
    <w:rsid w:val="00734451"/>
    <w:rsid w:val="00741B96"/>
    <w:rsid w:val="007664DB"/>
    <w:rsid w:val="0078169E"/>
    <w:rsid w:val="00794F40"/>
    <w:rsid w:val="007D1C83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00AE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B0AC2"/>
    <w:rsid w:val="00BC1FD0"/>
    <w:rsid w:val="00BC5836"/>
    <w:rsid w:val="00BD1B90"/>
    <w:rsid w:val="00BE046B"/>
    <w:rsid w:val="00C003DC"/>
    <w:rsid w:val="00C14503"/>
    <w:rsid w:val="00C24FD1"/>
    <w:rsid w:val="00C2519D"/>
    <w:rsid w:val="00C36AA5"/>
    <w:rsid w:val="00C44E9D"/>
    <w:rsid w:val="00C64AE2"/>
    <w:rsid w:val="00C71224"/>
    <w:rsid w:val="00C90BFA"/>
    <w:rsid w:val="00C93B52"/>
    <w:rsid w:val="00C943BB"/>
    <w:rsid w:val="00CB3119"/>
    <w:rsid w:val="00D013D8"/>
    <w:rsid w:val="00D065FF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0627"/>
    <w:rsid w:val="00F55627"/>
    <w:rsid w:val="00F6355A"/>
    <w:rsid w:val="00F959B6"/>
    <w:rsid w:val="00F97841"/>
    <w:rsid w:val="00FA7ABC"/>
    <w:rsid w:val="00FC7FAB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AE6269C1</Template>
  <TotalTime>49</TotalTime>
  <Pages>2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4</cp:revision>
  <cp:lastPrinted>2019-07-11T11:35:00Z</cp:lastPrinted>
  <dcterms:created xsi:type="dcterms:W3CDTF">2019-07-15T12:32:00Z</dcterms:created>
  <dcterms:modified xsi:type="dcterms:W3CDTF">2019-10-15T09:44:00Z</dcterms:modified>
</cp:coreProperties>
</file>